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C8" w:rsidRDefault="006F6BC8" w:rsidP="00BF53C1">
      <w:pPr>
        <w:spacing w:line="264" w:lineRule="auto"/>
        <w:jc w:val="center"/>
        <w:rPr>
          <w:b/>
          <w:color w:val="000000"/>
        </w:rPr>
      </w:pPr>
      <w:r>
        <w:rPr>
          <w:b/>
          <w:color w:val="000000"/>
        </w:rPr>
        <w:t>ЗАКОН УЛЬЯНОВСКОЙ ОБЛАСТИ</w:t>
      </w:r>
    </w:p>
    <w:p w:rsidR="006F6BC8" w:rsidRDefault="006F6BC8" w:rsidP="00BF53C1">
      <w:pPr>
        <w:spacing w:line="264" w:lineRule="auto"/>
        <w:jc w:val="center"/>
        <w:rPr>
          <w:b/>
          <w:color w:val="000000"/>
        </w:rPr>
      </w:pPr>
    </w:p>
    <w:p w:rsidR="006F6BC8" w:rsidRDefault="006F6BC8" w:rsidP="00BF53C1">
      <w:pPr>
        <w:spacing w:line="264" w:lineRule="auto"/>
        <w:jc w:val="center"/>
        <w:rPr>
          <w:b/>
          <w:color w:val="000000"/>
        </w:rPr>
      </w:pPr>
    </w:p>
    <w:p w:rsidR="006F6BC8" w:rsidRDefault="006F6BC8" w:rsidP="00BF53C1">
      <w:pPr>
        <w:spacing w:line="264" w:lineRule="auto"/>
        <w:jc w:val="center"/>
        <w:rPr>
          <w:b/>
          <w:color w:val="000000"/>
        </w:rPr>
      </w:pPr>
    </w:p>
    <w:p w:rsidR="006F6BC8" w:rsidRDefault="006F6BC8" w:rsidP="00F23B6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A7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EB63A7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Pr="00EB63A7">
        <w:rPr>
          <w:rFonts w:ascii="Times New Roman" w:hAnsi="Times New Roman" w:cs="Times New Roman"/>
          <w:b/>
          <w:sz w:val="28"/>
          <w:szCs w:val="28"/>
        </w:rPr>
        <w:t>Закон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B63A7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6F6BC8" w:rsidRDefault="006F6BC8" w:rsidP="00F23B6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A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налоге на имущество организаций на территории </w:t>
      </w:r>
    </w:p>
    <w:p w:rsidR="006F6BC8" w:rsidRPr="00F23B63" w:rsidRDefault="006F6BC8" w:rsidP="00F23B63">
      <w:pPr>
        <w:pStyle w:val="ConsPlusNormal"/>
        <w:ind w:firstLine="0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 w:rsidRPr="00F23B63">
        <w:rPr>
          <w:rFonts w:ascii="Times New Roman" w:hAnsi="Times New Roman" w:cs="Times New Roman"/>
          <w:b/>
          <w:sz w:val="28"/>
          <w:szCs w:val="28"/>
        </w:rPr>
        <w:t>»</w:t>
      </w:r>
    </w:p>
    <w:p w:rsidR="006F6BC8" w:rsidRDefault="006F6BC8" w:rsidP="00BF53C1">
      <w:pPr>
        <w:widowControl w:val="0"/>
        <w:autoSpaceDE w:val="0"/>
        <w:autoSpaceDN w:val="0"/>
        <w:adjustRightInd w:val="0"/>
        <w:spacing w:line="264" w:lineRule="auto"/>
        <w:jc w:val="center"/>
        <w:rPr>
          <w:b/>
        </w:rPr>
      </w:pPr>
    </w:p>
    <w:p w:rsidR="006F6BC8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C8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C8" w:rsidRPr="009472C3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2C3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21 июля 2016 года</w:t>
      </w:r>
    </w:p>
    <w:p w:rsidR="006F6BC8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C8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C8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C8" w:rsidRDefault="006F6BC8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C8" w:rsidRPr="00F16B81" w:rsidRDefault="006F6BC8" w:rsidP="00BF53C1">
      <w:pPr>
        <w:spacing w:line="264" w:lineRule="auto"/>
        <w:jc w:val="center"/>
        <w:rPr>
          <w:b/>
          <w:sz w:val="2"/>
        </w:rPr>
      </w:pPr>
    </w:p>
    <w:p w:rsidR="006F6BC8" w:rsidRDefault="006F6BC8" w:rsidP="00F23B63">
      <w:pPr>
        <w:ind w:firstLine="709"/>
        <w:rPr>
          <w:b/>
        </w:rPr>
      </w:pPr>
      <w:r w:rsidRPr="00FE4D7F">
        <w:rPr>
          <w:b/>
        </w:rPr>
        <w:t>Статья 1</w:t>
      </w:r>
    </w:p>
    <w:p w:rsidR="006F6BC8" w:rsidRDefault="006F6BC8" w:rsidP="00F23B6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BC8" w:rsidRDefault="006F6BC8" w:rsidP="00F23B6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BC8" w:rsidRPr="00C4255D" w:rsidRDefault="006F6BC8" w:rsidP="00AF16CA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55D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часть 5 статьи 2 </w:t>
      </w:r>
      <w:r w:rsidRPr="00C4255D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C4255D">
        <w:rPr>
          <w:rFonts w:ascii="Times New Roman" w:hAnsi="Times New Roman"/>
          <w:sz w:val="28"/>
          <w:szCs w:val="28"/>
        </w:rPr>
        <w:t xml:space="preserve"> Ульяновской области от </w:t>
      </w:r>
      <w:r>
        <w:rPr>
          <w:rFonts w:ascii="Times New Roman" w:hAnsi="Times New Roman"/>
          <w:sz w:val="28"/>
          <w:szCs w:val="28"/>
        </w:rPr>
        <w:t xml:space="preserve">2 сентября </w:t>
      </w:r>
      <w:r>
        <w:rPr>
          <w:rFonts w:ascii="Times New Roman" w:hAnsi="Times New Roman"/>
          <w:sz w:val="28"/>
          <w:szCs w:val="28"/>
        </w:rPr>
        <w:br/>
      </w:r>
      <w:r w:rsidRPr="00C4255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15</w:t>
      </w:r>
      <w:r w:rsidRPr="00C4255D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</w:t>
      </w:r>
      <w:r w:rsidRPr="00C4255D">
        <w:rPr>
          <w:rFonts w:ascii="Times New Roman" w:hAnsi="Times New Roman"/>
          <w:sz w:val="28"/>
          <w:szCs w:val="28"/>
        </w:rPr>
        <w:t>9-ЗО «О</w:t>
      </w:r>
      <w:r>
        <w:rPr>
          <w:rFonts w:ascii="Times New Roman" w:hAnsi="Times New Roman"/>
          <w:sz w:val="28"/>
          <w:szCs w:val="28"/>
        </w:rPr>
        <w:t xml:space="preserve"> налоге на имущество организаций на территории Ульяновской области</w:t>
      </w:r>
      <w:r w:rsidRPr="00C4255D">
        <w:rPr>
          <w:rFonts w:ascii="Times New Roman" w:hAnsi="Times New Roman"/>
          <w:sz w:val="28"/>
          <w:szCs w:val="28"/>
        </w:rPr>
        <w:t xml:space="preserve">» </w:t>
      </w:r>
      <w:r w:rsidRPr="006352A7">
        <w:rPr>
          <w:rFonts w:ascii="Times New Roman" w:hAnsi="Times New Roman"/>
          <w:sz w:val="28"/>
          <w:szCs w:val="28"/>
        </w:rPr>
        <w:t>(«Ульяновская правда» от 07.</w:t>
      </w:r>
      <w:r>
        <w:rPr>
          <w:rFonts w:ascii="Times New Roman" w:hAnsi="Times New Roman"/>
          <w:sz w:val="28"/>
          <w:szCs w:val="28"/>
        </w:rPr>
        <w:t>09</w:t>
      </w:r>
      <w:r w:rsidRPr="006352A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15</w:t>
      </w:r>
      <w:r w:rsidRPr="006352A7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24</w:t>
      </w:r>
      <w:r w:rsidRPr="006352A7">
        <w:rPr>
          <w:rFonts w:ascii="Times New Roman" w:hAnsi="Times New Roman"/>
          <w:sz w:val="28"/>
          <w:szCs w:val="28"/>
        </w:rPr>
        <w:t>; от 0</w:t>
      </w:r>
      <w:r>
        <w:rPr>
          <w:rFonts w:ascii="Times New Roman" w:hAnsi="Times New Roman"/>
          <w:sz w:val="28"/>
          <w:szCs w:val="28"/>
        </w:rPr>
        <w:t>5</w:t>
      </w:r>
      <w:r w:rsidRPr="006352A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6352A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15</w:t>
      </w:r>
      <w:r w:rsidRPr="006352A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139</w:t>
      </w:r>
      <w:r w:rsidRPr="006352A7">
        <w:rPr>
          <w:rFonts w:ascii="Times New Roman" w:hAnsi="Times New Roman"/>
          <w:sz w:val="28"/>
          <w:szCs w:val="28"/>
        </w:rPr>
        <w:t xml:space="preserve">; от </w:t>
      </w:r>
      <w:r>
        <w:rPr>
          <w:rFonts w:ascii="Times New Roman" w:hAnsi="Times New Roman"/>
          <w:sz w:val="28"/>
          <w:szCs w:val="28"/>
        </w:rPr>
        <w:t>29</w:t>
      </w:r>
      <w:r w:rsidRPr="006352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6352A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6352A7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51; от 12.04.2016 № 47; от 06.06.2016 </w:t>
      </w:r>
      <w:r>
        <w:rPr>
          <w:rFonts w:ascii="Times New Roman" w:hAnsi="Times New Roman"/>
          <w:sz w:val="28"/>
          <w:szCs w:val="28"/>
        </w:rPr>
        <w:br/>
        <w:t>№ 75-76</w:t>
      </w:r>
      <w:r w:rsidRPr="006352A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изменение, заменив в ней слова «обслуживающими не менее 100 рейсов воздушных судов по маршрутам регулярных воздушных перевозок пассажиров </w:t>
      </w:r>
      <w:r>
        <w:rPr>
          <w:rFonts w:ascii="Times New Roman" w:hAnsi="Times New Roman"/>
          <w:sz w:val="28"/>
          <w:szCs w:val="28"/>
        </w:rPr>
        <w:br/>
        <w:t>и багажа в месяц, в отношении имущества, входящего в состав аэровокзалов указанных аэропортов</w:t>
      </w:r>
      <w:r w:rsidRPr="00BF53C1">
        <w:rPr>
          <w:rFonts w:ascii="Times New Roman" w:hAnsi="Times New Roman"/>
          <w:sz w:val="28"/>
          <w:szCs w:val="28"/>
        </w:rPr>
        <w:t xml:space="preserve">» словами </w:t>
      </w:r>
      <w:r>
        <w:rPr>
          <w:rFonts w:ascii="Times New Roman" w:hAnsi="Times New Roman"/>
          <w:sz w:val="28"/>
          <w:szCs w:val="28"/>
        </w:rPr>
        <w:t xml:space="preserve">«при условии, что в доходе таких организаций </w:t>
      </w:r>
      <w:r>
        <w:rPr>
          <w:rFonts w:ascii="Times New Roman" w:hAnsi="Times New Roman"/>
          <w:sz w:val="28"/>
          <w:szCs w:val="28"/>
        </w:rPr>
        <w:br/>
        <w:t>доля дохода от указанного вида деятельности по итогам календарного года составляет не менее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75 процентов».</w:t>
      </w:r>
    </w:p>
    <w:p w:rsidR="006F6BC8" w:rsidRPr="00F23B63" w:rsidRDefault="006F6BC8" w:rsidP="00F23B6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6F6BC8" w:rsidRDefault="006F6BC8" w:rsidP="00F23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BC8" w:rsidRDefault="006F6BC8" w:rsidP="00F23B63">
      <w:pPr>
        <w:ind w:firstLine="709"/>
        <w:rPr>
          <w:b/>
        </w:rPr>
      </w:pPr>
      <w:r w:rsidRPr="008566DE">
        <w:rPr>
          <w:b/>
        </w:rPr>
        <w:t>Статья 2</w:t>
      </w:r>
    </w:p>
    <w:p w:rsidR="006F6BC8" w:rsidRDefault="006F6BC8" w:rsidP="00F23B63">
      <w:pPr>
        <w:ind w:firstLine="709"/>
        <w:rPr>
          <w:b/>
        </w:rPr>
      </w:pPr>
    </w:p>
    <w:p w:rsidR="006F6BC8" w:rsidRPr="008566DE" w:rsidRDefault="006F6BC8" w:rsidP="00F23B63">
      <w:pPr>
        <w:ind w:firstLine="709"/>
        <w:rPr>
          <w:b/>
        </w:rPr>
      </w:pPr>
    </w:p>
    <w:p w:rsidR="006F6BC8" w:rsidRDefault="006F6BC8" w:rsidP="00BF45C5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Pr="00B263C9">
        <w:rPr>
          <w:color w:val="000000"/>
        </w:rPr>
        <w:t>Настоящий Закон вступает в силу</w:t>
      </w:r>
      <w:r>
        <w:rPr>
          <w:color w:val="000000"/>
        </w:rPr>
        <w:t xml:space="preserve"> на следующий день после дня его официального опубликования.</w:t>
      </w:r>
    </w:p>
    <w:p w:rsidR="006F6BC8" w:rsidRDefault="006F6BC8" w:rsidP="00BF45C5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Положения части 5 статьи 2 Закона Ульяновской области от 2 сентября 2015 года № 99-ЗО «О налоге на имущество организаций на территории Ульяновской области» (в редакции настоящего Закона) распространяются </w:t>
      </w:r>
      <w:r>
        <w:rPr>
          <w:color w:val="000000"/>
        </w:rPr>
        <w:br/>
        <w:t>на правоотношения, возникшие с 1января 2016 года.</w:t>
      </w:r>
    </w:p>
    <w:p w:rsidR="006F6BC8" w:rsidRPr="00F23B63" w:rsidRDefault="006F6BC8" w:rsidP="00F23B63">
      <w:pPr>
        <w:rPr>
          <w:color w:val="000000"/>
          <w:sz w:val="16"/>
        </w:rPr>
      </w:pPr>
    </w:p>
    <w:p w:rsidR="006F6BC8" w:rsidRDefault="006F6BC8" w:rsidP="00F23B63">
      <w:pPr>
        <w:rPr>
          <w:color w:val="000000"/>
        </w:rPr>
      </w:pPr>
    </w:p>
    <w:p w:rsidR="006F6BC8" w:rsidRDefault="006F6BC8" w:rsidP="00F23B63">
      <w:pPr>
        <w:rPr>
          <w:color w:val="000000"/>
        </w:rPr>
      </w:pPr>
    </w:p>
    <w:p w:rsidR="006F6BC8" w:rsidRDefault="006F6BC8" w:rsidP="00F23B63">
      <w:pPr>
        <w:pStyle w:val="BodyText"/>
        <w:tabs>
          <w:tab w:val="left" w:pos="8100"/>
        </w:tabs>
        <w:ind w:right="0"/>
        <w:jc w:val="left"/>
        <w:rPr>
          <w:b/>
          <w:szCs w:val="28"/>
        </w:rPr>
      </w:pPr>
      <w:r>
        <w:rPr>
          <w:b/>
          <w:szCs w:val="28"/>
        </w:rPr>
        <w:t>Временно исполняющий обязанности</w:t>
      </w:r>
    </w:p>
    <w:p w:rsidR="006F6BC8" w:rsidRPr="007F1267" w:rsidRDefault="006F6BC8" w:rsidP="00F23B63">
      <w:pPr>
        <w:pStyle w:val="BodyText"/>
        <w:tabs>
          <w:tab w:val="left" w:pos="8100"/>
        </w:tabs>
        <w:ind w:right="0"/>
        <w:jc w:val="left"/>
        <w:rPr>
          <w:b/>
          <w:szCs w:val="28"/>
        </w:rPr>
      </w:pPr>
      <w:r w:rsidRPr="007F1267">
        <w:rPr>
          <w:b/>
          <w:szCs w:val="28"/>
        </w:rPr>
        <w:t>Губернатор</w:t>
      </w:r>
      <w:r>
        <w:rPr>
          <w:b/>
          <w:szCs w:val="28"/>
        </w:rPr>
        <w:t xml:space="preserve">аУльяновской </w:t>
      </w:r>
      <w:r w:rsidRPr="007F1267">
        <w:rPr>
          <w:b/>
          <w:szCs w:val="28"/>
        </w:rPr>
        <w:t>области</w:t>
      </w:r>
      <w:r>
        <w:rPr>
          <w:b/>
          <w:szCs w:val="28"/>
        </w:rPr>
        <w:t xml:space="preserve">                                                     </w:t>
      </w:r>
      <w:r w:rsidRPr="007F1267">
        <w:rPr>
          <w:b/>
          <w:szCs w:val="28"/>
        </w:rPr>
        <w:t>С.И.Морозов</w:t>
      </w:r>
    </w:p>
    <w:p w:rsidR="006F6BC8" w:rsidRPr="00F23B63" w:rsidRDefault="006F6BC8" w:rsidP="00F23B63">
      <w:pPr>
        <w:jc w:val="center"/>
      </w:pPr>
    </w:p>
    <w:p w:rsidR="006F6BC8" w:rsidRDefault="006F6BC8" w:rsidP="00F23B63">
      <w:pPr>
        <w:jc w:val="center"/>
      </w:pPr>
    </w:p>
    <w:p w:rsidR="006F6BC8" w:rsidRPr="00F23B63" w:rsidRDefault="006F6BC8" w:rsidP="00F23B63">
      <w:pPr>
        <w:jc w:val="center"/>
      </w:pPr>
    </w:p>
    <w:p w:rsidR="006F6BC8" w:rsidRPr="00D34C13" w:rsidRDefault="006F6BC8" w:rsidP="00F23B63">
      <w:pPr>
        <w:jc w:val="center"/>
      </w:pPr>
      <w:r w:rsidRPr="00D34C13">
        <w:t>г. Ульяновск</w:t>
      </w:r>
    </w:p>
    <w:p w:rsidR="006F6BC8" w:rsidRPr="00D34C13" w:rsidRDefault="006F6BC8" w:rsidP="00F23B63">
      <w:pPr>
        <w:jc w:val="center"/>
      </w:pPr>
      <w:r>
        <w:t xml:space="preserve">27 июля </w:t>
      </w:r>
      <w:smartTag w:uri="urn:schemas-microsoft-com:office:smarttags" w:element="metricconverter">
        <w:smartTagPr>
          <w:attr w:name="ProductID" w:val="2016 г"/>
        </w:smartTagPr>
        <w:r w:rsidRPr="00D34C13">
          <w:t>201</w:t>
        </w:r>
        <w:r>
          <w:t>6</w:t>
        </w:r>
        <w:r w:rsidRPr="00D34C13">
          <w:t xml:space="preserve"> г</w:t>
        </w:r>
      </w:smartTag>
      <w:r w:rsidRPr="00D34C13">
        <w:t>.</w:t>
      </w:r>
    </w:p>
    <w:p w:rsidR="006F6BC8" w:rsidRDefault="006F6BC8" w:rsidP="00F23B63">
      <w:pPr>
        <w:jc w:val="center"/>
      </w:pPr>
      <w:r w:rsidRPr="00D34C13">
        <w:t>№</w:t>
      </w:r>
      <w:r>
        <w:t xml:space="preserve"> 102</w:t>
      </w:r>
      <w:r w:rsidRPr="00D34C13">
        <w:t>-ЗО</w:t>
      </w:r>
    </w:p>
    <w:sectPr w:rsidR="006F6BC8" w:rsidSect="00F23B63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BC8" w:rsidRDefault="006F6BC8">
      <w:r>
        <w:separator/>
      </w:r>
    </w:p>
  </w:endnote>
  <w:endnote w:type="continuationSeparator" w:id="0">
    <w:p w:rsidR="006F6BC8" w:rsidRDefault="006F6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BC8" w:rsidRPr="00F23B63" w:rsidRDefault="006F6BC8" w:rsidP="00F23B63">
    <w:pPr>
      <w:pStyle w:val="Footer"/>
      <w:jc w:val="right"/>
      <w:rPr>
        <w:sz w:val="16"/>
        <w:szCs w:val="16"/>
      </w:rPr>
    </w:pPr>
    <w:r w:rsidRPr="00F23B63">
      <w:rPr>
        <w:sz w:val="16"/>
        <w:szCs w:val="16"/>
      </w:rPr>
      <w:t>0807чл1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BC8" w:rsidRDefault="006F6BC8">
      <w:r>
        <w:separator/>
      </w:r>
    </w:p>
  </w:footnote>
  <w:footnote w:type="continuationSeparator" w:id="0">
    <w:p w:rsidR="006F6BC8" w:rsidRDefault="006F6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BC8" w:rsidRDefault="006F6BC8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6BC8" w:rsidRDefault="006F6B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BC8" w:rsidRDefault="006F6BC8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A3E"/>
    <w:multiLevelType w:val="hybridMultilevel"/>
    <w:tmpl w:val="A3686D3C"/>
    <w:lvl w:ilvl="0" w:tplc="A17235E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2DE154F2"/>
    <w:multiLevelType w:val="hybridMultilevel"/>
    <w:tmpl w:val="1D242ECE"/>
    <w:lvl w:ilvl="0" w:tplc="972E4E8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61F1"/>
    <w:rsid w:val="00006DA1"/>
    <w:rsid w:val="000215B0"/>
    <w:rsid w:val="00023169"/>
    <w:rsid w:val="00024A6B"/>
    <w:rsid w:val="0003220D"/>
    <w:rsid w:val="0003479A"/>
    <w:rsid w:val="00036140"/>
    <w:rsid w:val="00040017"/>
    <w:rsid w:val="000427A2"/>
    <w:rsid w:val="00045991"/>
    <w:rsid w:val="00051558"/>
    <w:rsid w:val="000558BB"/>
    <w:rsid w:val="00060F98"/>
    <w:rsid w:val="0006775C"/>
    <w:rsid w:val="00071A7E"/>
    <w:rsid w:val="00080B58"/>
    <w:rsid w:val="0008103A"/>
    <w:rsid w:val="00083D76"/>
    <w:rsid w:val="00087904"/>
    <w:rsid w:val="000909EA"/>
    <w:rsid w:val="000A4571"/>
    <w:rsid w:val="000B1092"/>
    <w:rsid w:val="000D0FE2"/>
    <w:rsid w:val="000D5838"/>
    <w:rsid w:val="000D6E1E"/>
    <w:rsid w:val="000E4F7F"/>
    <w:rsid w:val="000F5F6C"/>
    <w:rsid w:val="000F66F1"/>
    <w:rsid w:val="000F6B58"/>
    <w:rsid w:val="000F7481"/>
    <w:rsid w:val="00102038"/>
    <w:rsid w:val="00105C19"/>
    <w:rsid w:val="0010743C"/>
    <w:rsid w:val="001119AD"/>
    <w:rsid w:val="00113C6A"/>
    <w:rsid w:val="00123511"/>
    <w:rsid w:val="00131717"/>
    <w:rsid w:val="00132A52"/>
    <w:rsid w:val="001430E4"/>
    <w:rsid w:val="00154888"/>
    <w:rsid w:val="001557CE"/>
    <w:rsid w:val="001607ED"/>
    <w:rsid w:val="00173729"/>
    <w:rsid w:val="0018159B"/>
    <w:rsid w:val="001A2B28"/>
    <w:rsid w:val="001C3CE8"/>
    <w:rsid w:val="001D08A4"/>
    <w:rsid w:val="001D0FAA"/>
    <w:rsid w:val="001D2F49"/>
    <w:rsid w:val="001E1454"/>
    <w:rsid w:val="001E4B55"/>
    <w:rsid w:val="00210540"/>
    <w:rsid w:val="00212C96"/>
    <w:rsid w:val="002204B1"/>
    <w:rsid w:val="00223955"/>
    <w:rsid w:val="00240404"/>
    <w:rsid w:val="0024046B"/>
    <w:rsid w:val="00243276"/>
    <w:rsid w:val="0024395D"/>
    <w:rsid w:val="0025235A"/>
    <w:rsid w:val="00260CC9"/>
    <w:rsid w:val="002A0A9F"/>
    <w:rsid w:val="002A0D11"/>
    <w:rsid w:val="002A3AC7"/>
    <w:rsid w:val="002D0928"/>
    <w:rsid w:val="002D66B9"/>
    <w:rsid w:val="002E75B6"/>
    <w:rsid w:val="002F3924"/>
    <w:rsid w:val="00300DE3"/>
    <w:rsid w:val="003015CA"/>
    <w:rsid w:val="0030563F"/>
    <w:rsid w:val="0031109F"/>
    <w:rsid w:val="00317ECC"/>
    <w:rsid w:val="00323E3C"/>
    <w:rsid w:val="00334218"/>
    <w:rsid w:val="00335189"/>
    <w:rsid w:val="00341782"/>
    <w:rsid w:val="00351DE2"/>
    <w:rsid w:val="003572CC"/>
    <w:rsid w:val="00357B98"/>
    <w:rsid w:val="003643C2"/>
    <w:rsid w:val="0037016B"/>
    <w:rsid w:val="00372157"/>
    <w:rsid w:val="00375896"/>
    <w:rsid w:val="003822D1"/>
    <w:rsid w:val="0038526D"/>
    <w:rsid w:val="00386D2F"/>
    <w:rsid w:val="00391E34"/>
    <w:rsid w:val="0039504B"/>
    <w:rsid w:val="00397CD9"/>
    <w:rsid w:val="003F5F5F"/>
    <w:rsid w:val="003F6D5E"/>
    <w:rsid w:val="00406E1E"/>
    <w:rsid w:val="0041384F"/>
    <w:rsid w:val="0041671A"/>
    <w:rsid w:val="00421BAE"/>
    <w:rsid w:val="00425E1B"/>
    <w:rsid w:val="004277F3"/>
    <w:rsid w:val="00430785"/>
    <w:rsid w:val="00442363"/>
    <w:rsid w:val="00442D06"/>
    <w:rsid w:val="0044378B"/>
    <w:rsid w:val="004462A0"/>
    <w:rsid w:val="00450970"/>
    <w:rsid w:val="00452F77"/>
    <w:rsid w:val="004543C2"/>
    <w:rsid w:val="00456FF6"/>
    <w:rsid w:val="004656CD"/>
    <w:rsid w:val="004841B2"/>
    <w:rsid w:val="00485DC0"/>
    <w:rsid w:val="00495FBB"/>
    <w:rsid w:val="00496864"/>
    <w:rsid w:val="004A3E34"/>
    <w:rsid w:val="004A552A"/>
    <w:rsid w:val="004B0D99"/>
    <w:rsid w:val="004B21B3"/>
    <w:rsid w:val="004B39A9"/>
    <w:rsid w:val="004B5ACC"/>
    <w:rsid w:val="004D0696"/>
    <w:rsid w:val="004D1949"/>
    <w:rsid w:val="004D2950"/>
    <w:rsid w:val="004D3ED1"/>
    <w:rsid w:val="004D69DF"/>
    <w:rsid w:val="004E0E4C"/>
    <w:rsid w:val="004E503D"/>
    <w:rsid w:val="004F2FFE"/>
    <w:rsid w:val="00530552"/>
    <w:rsid w:val="00535059"/>
    <w:rsid w:val="00544F49"/>
    <w:rsid w:val="00546357"/>
    <w:rsid w:val="00552A3D"/>
    <w:rsid w:val="005601A3"/>
    <w:rsid w:val="00560C7B"/>
    <w:rsid w:val="00573383"/>
    <w:rsid w:val="0058090D"/>
    <w:rsid w:val="005852D3"/>
    <w:rsid w:val="00594C28"/>
    <w:rsid w:val="005A4A52"/>
    <w:rsid w:val="005A682C"/>
    <w:rsid w:val="005A6FDB"/>
    <w:rsid w:val="005B1CE4"/>
    <w:rsid w:val="005B36F5"/>
    <w:rsid w:val="005C6679"/>
    <w:rsid w:val="005D5CB1"/>
    <w:rsid w:val="00606BF6"/>
    <w:rsid w:val="00616A1A"/>
    <w:rsid w:val="00617341"/>
    <w:rsid w:val="00623392"/>
    <w:rsid w:val="0062527E"/>
    <w:rsid w:val="006352A7"/>
    <w:rsid w:val="00645F97"/>
    <w:rsid w:val="00647BD6"/>
    <w:rsid w:val="00657826"/>
    <w:rsid w:val="00662598"/>
    <w:rsid w:val="00663FF2"/>
    <w:rsid w:val="00664E1A"/>
    <w:rsid w:val="006669C2"/>
    <w:rsid w:val="00681CAF"/>
    <w:rsid w:val="006A1D16"/>
    <w:rsid w:val="006B3DAA"/>
    <w:rsid w:val="006B7A16"/>
    <w:rsid w:val="006C1EB6"/>
    <w:rsid w:val="006D706C"/>
    <w:rsid w:val="006E6EF4"/>
    <w:rsid w:val="006F6BC8"/>
    <w:rsid w:val="00711B61"/>
    <w:rsid w:val="00715DAF"/>
    <w:rsid w:val="00724942"/>
    <w:rsid w:val="00736378"/>
    <w:rsid w:val="00736571"/>
    <w:rsid w:val="007375AC"/>
    <w:rsid w:val="00745117"/>
    <w:rsid w:val="00775882"/>
    <w:rsid w:val="007A0D9F"/>
    <w:rsid w:val="007B4509"/>
    <w:rsid w:val="007B453F"/>
    <w:rsid w:val="007B58AF"/>
    <w:rsid w:val="007B7BB0"/>
    <w:rsid w:val="007C2403"/>
    <w:rsid w:val="007C44DB"/>
    <w:rsid w:val="007D00C4"/>
    <w:rsid w:val="007F1267"/>
    <w:rsid w:val="0080431D"/>
    <w:rsid w:val="00806155"/>
    <w:rsid w:val="00814872"/>
    <w:rsid w:val="00843B9E"/>
    <w:rsid w:val="00853D49"/>
    <w:rsid w:val="008566DE"/>
    <w:rsid w:val="0085714C"/>
    <w:rsid w:val="00857D9B"/>
    <w:rsid w:val="0087089C"/>
    <w:rsid w:val="00881778"/>
    <w:rsid w:val="008866E8"/>
    <w:rsid w:val="00895C39"/>
    <w:rsid w:val="008A12C5"/>
    <w:rsid w:val="008A2D64"/>
    <w:rsid w:val="008A58C7"/>
    <w:rsid w:val="008A7469"/>
    <w:rsid w:val="008B08AD"/>
    <w:rsid w:val="008B12E6"/>
    <w:rsid w:val="008B1636"/>
    <w:rsid w:val="008B2617"/>
    <w:rsid w:val="008B546C"/>
    <w:rsid w:val="008B5747"/>
    <w:rsid w:val="008C55E5"/>
    <w:rsid w:val="008C760A"/>
    <w:rsid w:val="008D27EB"/>
    <w:rsid w:val="008D32E2"/>
    <w:rsid w:val="008F1872"/>
    <w:rsid w:val="0090027F"/>
    <w:rsid w:val="009164D6"/>
    <w:rsid w:val="00916E7E"/>
    <w:rsid w:val="00923DE9"/>
    <w:rsid w:val="00931161"/>
    <w:rsid w:val="00931508"/>
    <w:rsid w:val="00943D9D"/>
    <w:rsid w:val="009472C3"/>
    <w:rsid w:val="00953E5F"/>
    <w:rsid w:val="009547B9"/>
    <w:rsid w:val="00955020"/>
    <w:rsid w:val="00960138"/>
    <w:rsid w:val="00966431"/>
    <w:rsid w:val="00971134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56CF"/>
    <w:rsid w:val="009B7879"/>
    <w:rsid w:val="009C2B79"/>
    <w:rsid w:val="009D3F35"/>
    <w:rsid w:val="009D4851"/>
    <w:rsid w:val="009D64D5"/>
    <w:rsid w:val="009E033F"/>
    <w:rsid w:val="009F52B3"/>
    <w:rsid w:val="009F5D1F"/>
    <w:rsid w:val="00A01A9E"/>
    <w:rsid w:val="00A03A70"/>
    <w:rsid w:val="00A04E18"/>
    <w:rsid w:val="00A06852"/>
    <w:rsid w:val="00A15CEB"/>
    <w:rsid w:val="00A1661A"/>
    <w:rsid w:val="00A21F0B"/>
    <w:rsid w:val="00A241A8"/>
    <w:rsid w:val="00A27390"/>
    <w:rsid w:val="00A27B7D"/>
    <w:rsid w:val="00A30483"/>
    <w:rsid w:val="00A4464C"/>
    <w:rsid w:val="00A55A4F"/>
    <w:rsid w:val="00A65981"/>
    <w:rsid w:val="00A71A84"/>
    <w:rsid w:val="00A72381"/>
    <w:rsid w:val="00A84AD5"/>
    <w:rsid w:val="00A97431"/>
    <w:rsid w:val="00AA0AED"/>
    <w:rsid w:val="00AA2A67"/>
    <w:rsid w:val="00AB4A50"/>
    <w:rsid w:val="00AC0C3A"/>
    <w:rsid w:val="00AF16CA"/>
    <w:rsid w:val="00B0713D"/>
    <w:rsid w:val="00B13C6E"/>
    <w:rsid w:val="00B13F8C"/>
    <w:rsid w:val="00B20153"/>
    <w:rsid w:val="00B263C9"/>
    <w:rsid w:val="00B37833"/>
    <w:rsid w:val="00B55CE9"/>
    <w:rsid w:val="00B63475"/>
    <w:rsid w:val="00B93DE6"/>
    <w:rsid w:val="00BB4E98"/>
    <w:rsid w:val="00BC3570"/>
    <w:rsid w:val="00BE2FF1"/>
    <w:rsid w:val="00BF45C5"/>
    <w:rsid w:val="00BF53C1"/>
    <w:rsid w:val="00BF5E83"/>
    <w:rsid w:val="00C21741"/>
    <w:rsid w:val="00C2453A"/>
    <w:rsid w:val="00C268F7"/>
    <w:rsid w:val="00C3449A"/>
    <w:rsid w:val="00C4255D"/>
    <w:rsid w:val="00C44EBB"/>
    <w:rsid w:val="00C47B3C"/>
    <w:rsid w:val="00C66748"/>
    <w:rsid w:val="00C843CF"/>
    <w:rsid w:val="00C84D2F"/>
    <w:rsid w:val="00C859BA"/>
    <w:rsid w:val="00C872F6"/>
    <w:rsid w:val="00C94A52"/>
    <w:rsid w:val="00CA114C"/>
    <w:rsid w:val="00CA6FA7"/>
    <w:rsid w:val="00CB25C4"/>
    <w:rsid w:val="00CB466D"/>
    <w:rsid w:val="00CC0F21"/>
    <w:rsid w:val="00CD7B32"/>
    <w:rsid w:val="00CE10B2"/>
    <w:rsid w:val="00CF2A3F"/>
    <w:rsid w:val="00CF472C"/>
    <w:rsid w:val="00D14A0C"/>
    <w:rsid w:val="00D237E7"/>
    <w:rsid w:val="00D31420"/>
    <w:rsid w:val="00D34C13"/>
    <w:rsid w:val="00D43BD9"/>
    <w:rsid w:val="00D4665E"/>
    <w:rsid w:val="00D630F3"/>
    <w:rsid w:val="00D72DE0"/>
    <w:rsid w:val="00DA011D"/>
    <w:rsid w:val="00DB0A7E"/>
    <w:rsid w:val="00DC0AB9"/>
    <w:rsid w:val="00DC4769"/>
    <w:rsid w:val="00DC6124"/>
    <w:rsid w:val="00DE218E"/>
    <w:rsid w:val="00DE5E2D"/>
    <w:rsid w:val="00DE6BC7"/>
    <w:rsid w:val="00DE7FBD"/>
    <w:rsid w:val="00DF0D66"/>
    <w:rsid w:val="00DF5735"/>
    <w:rsid w:val="00DF7CEC"/>
    <w:rsid w:val="00E00E6D"/>
    <w:rsid w:val="00E12669"/>
    <w:rsid w:val="00E1692C"/>
    <w:rsid w:val="00E304AD"/>
    <w:rsid w:val="00E33DE6"/>
    <w:rsid w:val="00E43643"/>
    <w:rsid w:val="00E4491C"/>
    <w:rsid w:val="00E52ED5"/>
    <w:rsid w:val="00E5750E"/>
    <w:rsid w:val="00E663AB"/>
    <w:rsid w:val="00E7068C"/>
    <w:rsid w:val="00E80568"/>
    <w:rsid w:val="00E8171A"/>
    <w:rsid w:val="00E82C82"/>
    <w:rsid w:val="00E953F8"/>
    <w:rsid w:val="00E96A92"/>
    <w:rsid w:val="00E96E50"/>
    <w:rsid w:val="00E97457"/>
    <w:rsid w:val="00EA2E8B"/>
    <w:rsid w:val="00EB63A7"/>
    <w:rsid w:val="00EB6E24"/>
    <w:rsid w:val="00EC1A55"/>
    <w:rsid w:val="00EC1F3A"/>
    <w:rsid w:val="00EC48F9"/>
    <w:rsid w:val="00ED0A4C"/>
    <w:rsid w:val="00ED70B5"/>
    <w:rsid w:val="00EE2207"/>
    <w:rsid w:val="00EE36A4"/>
    <w:rsid w:val="00EF732E"/>
    <w:rsid w:val="00EF785C"/>
    <w:rsid w:val="00F034B2"/>
    <w:rsid w:val="00F05E15"/>
    <w:rsid w:val="00F07EEB"/>
    <w:rsid w:val="00F121C0"/>
    <w:rsid w:val="00F141AD"/>
    <w:rsid w:val="00F1515A"/>
    <w:rsid w:val="00F16B81"/>
    <w:rsid w:val="00F17F51"/>
    <w:rsid w:val="00F21477"/>
    <w:rsid w:val="00F23B63"/>
    <w:rsid w:val="00F34ABA"/>
    <w:rsid w:val="00F402A2"/>
    <w:rsid w:val="00F602FE"/>
    <w:rsid w:val="00F61B5A"/>
    <w:rsid w:val="00F672FD"/>
    <w:rsid w:val="00F67EBA"/>
    <w:rsid w:val="00F74D93"/>
    <w:rsid w:val="00F805DB"/>
    <w:rsid w:val="00F81E68"/>
    <w:rsid w:val="00F857F8"/>
    <w:rsid w:val="00F97469"/>
    <w:rsid w:val="00FA3327"/>
    <w:rsid w:val="00FA5236"/>
    <w:rsid w:val="00FB1FBE"/>
    <w:rsid w:val="00FC68F9"/>
    <w:rsid w:val="00FD316C"/>
    <w:rsid w:val="00FD6432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Arial"/>
      <w:b/>
      <w:bCs/>
      <w:color w:val="26282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432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138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219</Words>
  <Characters>1249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Пользователь</cp:lastModifiedBy>
  <cp:revision>2</cp:revision>
  <cp:lastPrinted>2016-07-21T06:23:00Z</cp:lastPrinted>
  <dcterms:created xsi:type="dcterms:W3CDTF">2016-08-09T05:45:00Z</dcterms:created>
  <dcterms:modified xsi:type="dcterms:W3CDTF">2016-08-09T05:45:00Z</dcterms:modified>
</cp:coreProperties>
</file>